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3505" w14:textId="587C9ED5" w:rsidR="00CC6F01" w:rsidRDefault="00CC6F01"/>
    <w:p w14:paraId="3FE6242D" w14:textId="7B06A12B" w:rsidR="002544F6" w:rsidRDefault="002544F6"/>
    <w:p w14:paraId="0CF225B1" w14:textId="2DED6399" w:rsidR="00565CB4" w:rsidRPr="007B3487" w:rsidRDefault="00565CB4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487">
        <w:rPr>
          <w:rFonts w:ascii="Times New Roman" w:hAnsi="Times New Roman" w:cs="Times New Roman"/>
          <w:sz w:val="24"/>
          <w:szCs w:val="24"/>
        </w:rPr>
        <w:t xml:space="preserve">Lp Piret </w:t>
      </w:r>
      <w:proofErr w:type="spellStart"/>
      <w:r w:rsidRPr="007B3487">
        <w:rPr>
          <w:rFonts w:ascii="Times New Roman" w:hAnsi="Times New Roman" w:cs="Times New Roman"/>
          <w:sz w:val="24"/>
          <w:szCs w:val="24"/>
        </w:rPr>
        <w:t>Hartman</w:t>
      </w:r>
      <w:proofErr w:type="spellEnd"/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 w:rsidRPr="008460D0">
        <w:rPr>
          <w:rFonts w:ascii="Times New Roman" w:hAnsi="Times New Roman" w:cs="Times New Roman"/>
          <w:sz w:val="24"/>
          <w:szCs w:val="24"/>
        </w:rPr>
        <w:t>10.02.2023 nr 1-24.6/1</w:t>
      </w:r>
    </w:p>
    <w:p w14:paraId="57169188" w14:textId="2BE58145" w:rsidR="00565CB4" w:rsidRPr="007B3487" w:rsidRDefault="007B3487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487">
        <w:rPr>
          <w:rFonts w:ascii="Times New Roman" w:hAnsi="Times New Roman" w:cs="Times New Roman"/>
          <w:sz w:val="24"/>
          <w:szCs w:val="24"/>
        </w:rPr>
        <w:t>minister</w:t>
      </w:r>
    </w:p>
    <w:p w14:paraId="16AC6EB4" w14:textId="3EFE9C93" w:rsidR="002544F6" w:rsidRPr="008460D0" w:rsidRDefault="00B44C58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Kultuuriministeerium</w:t>
      </w:r>
      <w:r w:rsidR="002544F6" w:rsidRPr="008460D0">
        <w:rPr>
          <w:rFonts w:ascii="Times New Roman" w:hAnsi="Times New Roman" w:cs="Times New Roman"/>
          <w:sz w:val="24"/>
          <w:szCs w:val="24"/>
        </w:rPr>
        <w:tab/>
      </w:r>
    </w:p>
    <w:p w14:paraId="3A94EA9A" w14:textId="48EABA90" w:rsidR="002544F6" w:rsidRPr="008460D0" w:rsidRDefault="00D250B6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015E5" w:rsidRPr="008460D0">
          <w:rPr>
            <w:rStyle w:val="Hperlink"/>
            <w:rFonts w:ascii="Times New Roman" w:hAnsi="Times New Roman" w:cs="Times New Roman"/>
            <w:sz w:val="24"/>
            <w:szCs w:val="24"/>
          </w:rPr>
          <w:t>min@kul.ee</w:t>
        </w:r>
      </w:hyperlink>
    </w:p>
    <w:p w14:paraId="2DECCB33" w14:textId="1C3EF924" w:rsidR="009015E5" w:rsidRDefault="009015E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E89952" w14:textId="77777777" w:rsidR="00EC6611" w:rsidRPr="008460D0" w:rsidRDefault="00EC6611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7078B" w14:textId="39C91C43" w:rsidR="009015E5" w:rsidRPr="008460D0" w:rsidRDefault="009015E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399D7B" w14:textId="77777777" w:rsidR="002762A5" w:rsidRDefault="006F3828" w:rsidP="00EC66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60D0">
        <w:rPr>
          <w:rFonts w:ascii="Times New Roman" w:hAnsi="Times New Roman" w:cs="Times New Roman"/>
          <w:b/>
          <w:bCs/>
          <w:sz w:val="24"/>
          <w:szCs w:val="24"/>
        </w:rPr>
        <w:t xml:space="preserve">Kohalike omavalitsuste toetamine lõimumise, </w:t>
      </w:r>
    </w:p>
    <w:p w14:paraId="734E1C17" w14:textId="2A561A3F" w:rsidR="009015E5" w:rsidRPr="008460D0" w:rsidRDefault="006F3828" w:rsidP="00EC66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60D0">
        <w:rPr>
          <w:rFonts w:ascii="Times New Roman" w:hAnsi="Times New Roman" w:cs="Times New Roman"/>
          <w:b/>
          <w:bCs/>
          <w:sz w:val="24"/>
          <w:szCs w:val="24"/>
        </w:rPr>
        <w:t>sealhulga kohanemise teenuste pakkumisel</w:t>
      </w:r>
    </w:p>
    <w:p w14:paraId="52EB5F8A" w14:textId="24FD2F6C" w:rsidR="006F3828" w:rsidRDefault="006F3828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29081" w14:textId="77777777" w:rsidR="002762A5" w:rsidRDefault="002762A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10FB1B" w14:textId="715B532B" w:rsidR="00AA7FC2" w:rsidRDefault="00AA7FC2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Austatud minister</w:t>
      </w:r>
    </w:p>
    <w:p w14:paraId="6D249EE6" w14:textId="77777777" w:rsidR="00AA7FC2" w:rsidRPr="008460D0" w:rsidRDefault="00AA7FC2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D3BE50" w14:textId="1B73E8C5" w:rsidR="00994772" w:rsidRPr="008460D0" w:rsidRDefault="00994772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Saadan kultuuriministri 26.01.2023 käskkirja nr 24 </w:t>
      </w:r>
      <w:r w:rsidR="00D346C2" w:rsidRPr="008460D0">
        <w:rPr>
          <w:rFonts w:ascii="Times New Roman" w:hAnsi="Times New Roman" w:cs="Times New Roman"/>
          <w:sz w:val="24"/>
          <w:szCs w:val="24"/>
        </w:rPr>
        <w:t>„Kohalike o</w:t>
      </w:r>
      <w:r w:rsidR="009F5F78" w:rsidRPr="008460D0">
        <w:rPr>
          <w:rFonts w:ascii="Times New Roman" w:hAnsi="Times New Roman" w:cs="Times New Roman"/>
          <w:sz w:val="24"/>
          <w:szCs w:val="24"/>
        </w:rPr>
        <w:t xml:space="preserve">mavalitsuste toetamine lõimumise, sealhulgas kohanemise teenuste pakkumisel“ </w:t>
      </w:r>
      <w:r w:rsidRPr="008460D0">
        <w:rPr>
          <w:rFonts w:ascii="Times New Roman" w:hAnsi="Times New Roman" w:cs="Times New Roman"/>
          <w:sz w:val="24"/>
          <w:szCs w:val="24"/>
        </w:rPr>
        <w:t>punkti 9.3.1 alusel koostatud 2023. aasta tegevuskava (lisa 1) ja eelarve (lisa 2).</w:t>
      </w:r>
    </w:p>
    <w:p w14:paraId="34D6020A" w14:textId="11191679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FD576" w14:textId="652CB781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6D3F7" w14:textId="77777777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 Lugupidamisega </w:t>
      </w:r>
    </w:p>
    <w:p w14:paraId="15252517" w14:textId="77777777" w:rsidR="00D250B6" w:rsidRDefault="00D250B6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E671F" w14:textId="1C9B840A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</w:p>
    <w:p w14:paraId="06B6F98A" w14:textId="77777777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Veikko Luhalaid </w:t>
      </w:r>
    </w:p>
    <w:p w14:paraId="7F88AD12" w14:textId="348FDE7A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tegevdirektor</w:t>
      </w:r>
    </w:p>
    <w:p w14:paraId="61184C5B" w14:textId="77777777" w:rsidR="00995FCB" w:rsidRPr="008460D0" w:rsidRDefault="00995FCB" w:rsidP="00490E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6F0EBC" w14:textId="5687A24A" w:rsidR="006F3828" w:rsidRDefault="006F3828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C69C55E" w14:textId="70C56616" w:rsidR="00D250B6" w:rsidRDefault="00D250B6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FEA4A02" w14:textId="77777777" w:rsidR="00D250B6" w:rsidRPr="008460D0" w:rsidRDefault="00D250B6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61EFBAE" w14:textId="1DAA2C9D" w:rsidR="009015E5" w:rsidRPr="008460D0" w:rsidRDefault="009015E5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0377FC5" w14:textId="5D569BCA" w:rsidR="00DF49EA" w:rsidRPr="008460D0" w:rsidRDefault="00DF49EA" w:rsidP="00D25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Lisad: </w:t>
      </w:r>
      <w:r w:rsidR="00FC19E1" w:rsidRPr="008460D0">
        <w:rPr>
          <w:rFonts w:ascii="Times New Roman" w:hAnsi="Times New Roman" w:cs="Times New Roman"/>
          <w:sz w:val="24"/>
          <w:szCs w:val="24"/>
        </w:rPr>
        <w:t xml:space="preserve">1. </w:t>
      </w:r>
      <w:r w:rsidR="004E3DE0" w:rsidRPr="008460D0">
        <w:rPr>
          <w:rFonts w:ascii="Times New Roman" w:hAnsi="Times New Roman" w:cs="Times New Roman"/>
          <w:sz w:val="24"/>
          <w:szCs w:val="24"/>
        </w:rPr>
        <w:t>Toetatava tegevuse tegevuskava perioodil 01.01.2023 – 31.</w:t>
      </w:r>
      <w:r w:rsidR="00525F07">
        <w:rPr>
          <w:rFonts w:ascii="Times New Roman" w:hAnsi="Times New Roman" w:cs="Times New Roman"/>
          <w:sz w:val="24"/>
          <w:szCs w:val="24"/>
        </w:rPr>
        <w:t>12</w:t>
      </w:r>
      <w:r w:rsidR="004E3DE0" w:rsidRPr="008460D0">
        <w:rPr>
          <w:rFonts w:ascii="Times New Roman" w:hAnsi="Times New Roman" w:cs="Times New Roman"/>
          <w:sz w:val="24"/>
          <w:szCs w:val="24"/>
        </w:rPr>
        <w:t>.2023</w:t>
      </w:r>
    </w:p>
    <w:p w14:paraId="15AFB450" w14:textId="38A99E8C" w:rsidR="004E3DE0" w:rsidRPr="008460D0" w:rsidRDefault="00FC19E1" w:rsidP="00D25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           2. </w:t>
      </w:r>
      <w:r w:rsidR="005112FA" w:rsidRPr="008460D0">
        <w:rPr>
          <w:rFonts w:ascii="Times New Roman" w:hAnsi="Times New Roman" w:cs="Times New Roman"/>
          <w:sz w:val="24"/>
          <w:szCs w:val="24"/>
        </w:rPr>
        <w:t xml:space="preserve">Toetatava </w:t>
      </w:r>
      <w:r w:rsidR="004C23E5" w:rsidRPr="008460D0">
        <w:rPr>
          <w:rFonts w:ascii="Times New Roman" w:hAnsi="Times New Roman" w:cs="Times New Roman"/>
          <w:sz w:val="24"/>
          <w:szCs w:val="24"/>
        </w:rPr>
        <w:t>tegevuse eelarve kulukohtade kaupa</w:t>
      </w:r>
    </w:p>
    <w:p w14:paraId="26098E24" w14:textId="6DCFBAE0" w:rsidR="008879F5" w:rsidRPr="008460D0" w:rsidRDefault="008879F5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5411DA8" w14:textId="3E1BA0A8" w:rsidR="008879F5" w:rsidRPr="008460D0" w:rsidRDefault="008879F5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4EF12B7" w14:textId="22ADCD79" w:rsidR="008879F5" w:rsidRPr="008460D0" w:rsidRDefault="008879F5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07F9AFD" w14:textId="6A69DE82" w:rsidR="00647195" w:rsidRPr="008460D0" w:rsidRDefault="00647195" w:rsidP="002544F6">
      <w:pPr>
        <w:rPr>
          <w:rFonts w:ascii="Times New Roman" w:hAnsi="Times New Roman" w:cs="Times New Roman"/>
          <w:sz w:val="24"/>
          <w:szCs w:val="24"/>
        </w:rPr>
      </w:pPr>
    </w:p>
    <w:sectPr w:rsidR="00647195" w:rsidRPr="008460D0" w:rsidSect="00CC6F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F41E9" w14:textId="77777777" w:rsidR="00436F4F" w:rsidRDefault="00436F4F" w:rsidP="00CC6F01">
      <w:pPr>
        <w:spacing w:after="0" w:line="240" w:lineRule="auto"/>
      </w:pPr>
      <w:r>
        <w:separator/>
      </w:r>
    </w:p>
  </w:endnote>
  <w:endnote w:type="continuationSeparator" w:id="0">
    <w:p w14:paraId="4074656B" w14:textId="77777777" w:rsidR="00436F4F" w:rsidRDefault="00436F4F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94348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8867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E16B6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490A1890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Roosikrantsi 12</w:t>
    </w:r>
    <w:r w:rsidR="003F07CD">
      <w:rPr>
        <w:rFonts w:ascii="Calibri" w:hAnsi="Calibri" w:cs="Calibri"/>
        <w:color w:val="3B9CCD"/>
        <w:sz w:val="18"/>
        <w:szCs w:val="18"/>
      </w:rPr>
      <w:t>/1</w:t>
    </w:r>
    <w:r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235D1AFD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10119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45E12B1C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B0B9D" w14:textId="77777777" w:rsidR="00436F4F" w:rsidRDefault="00436F4F" w:rsidP="00CC6F01">
      <w:pPr>
        <w:spacing w:after="0" w:line="240" w:lineRule="auto"/>
      </w:pPr>
      <w:r>
        <w:separator/>
      </w:r>
    </w:p>
  </w:footnote>
  <w:footnote w:type="continuationSeparator" w:id="0">
    <w:p w14:paraId="68E7CD37" w14:textId="77777777" w:rsidR="00436F4F" w:rsidRDefault="00436F4F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C5FF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8433" w14:textId="77777777" w:rsidR="00CC6F01" w:rsidRDefault="00CC6F01">
    <w:pPr>
      <w:pStyle w:val="Pis"/>
    </w:pPr>
  </w:p>
  <w:p w14:paraId="32D58267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4B7B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1E7CCB8F" wp14:editId="3499FA0D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4609E"/>
    <w:multiLevelType w:val="hybridMultilevel"/>
    <w:tmpl w:val="C7E65FB6"/>
    <w:lvl w:ilvl="0" w:tplc="B006808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B0D7DE9"/>
    <w:multiLevelType w:val="hybridMultilevel"/>
    <w:tmpl w:val="4D623E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549604">
    <w:abstractNumId w:val="1"/>
  </w:num>
  <w:num w:numId="2" w16cid:durableId="74018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41"/>
    <w:rsid w:val="00091744"/>
    <w:rsid w:val="002544F6"/>
    <w:rsid w:val="00255A8F"/>
    <w:rsid w:val="002762A5"/>
    <w:rsid w:val="002A3A29"/>
    <w:rsid w:val="002C123A"/>
    <w:rsid w:val="002E50B2"/>
    <w:rsid w:val="00311E28"/>
    <w:rsid w:val="003E6A0F"/>
    <w:rsid w:val="003F07CD"/>
    <w:rsid w:val="00436F4F"/>
    <w:rsid w:val="00490EBF"/>
    <w:rsid w:val="004B4032"/>
    <w:rsid w:val="004C23E5"/>
    <w:rsid w:val="004E3DE0"/>
    <w:rsid w:val="004F01F6"/>
    <w:rsid w:val="005112FA"/>
    <w:rsid w:val="00525F07"/>
    <w:rsid w:val="00535A99"/>
    <w:rsid w:val="0055202A"/>
    <w:rsid w:val="00565CB4"/>
    <w:rsid w:val="005A1C66"/>
    <w:rsid w:val="005B7825"/>
    <w:rsid w:val="00643FEF"/>
    <w:rsid w:val="00647195"/>
    <w:rsid w:val="006901BB"/>
    <w:rsid w:val="006D5CC4"/>
    <w:rsid w:val="006F3828"/>
    <w:rsid w:val="007B3487"/>
    <w:rsid w:val="008460D0"/>
    <w:rsid w:val="008751F4"/>
    <w:rsid w:val="008879F5"/>
    <w:rsid w:val="008A4BA7"/>
    <w:rsid w:val="009015E5"/>
    <w:rsid w:val="00994772"/>
    <w:rsid w:val="00995FCB"/>
    <w:rsid w:val="009F5F78"/>
    <w:rsid w:val="00AA7FC2"/>
    <w:rsid w:val="00B44C58"/>
    <w:rsid w:val="00B74410"/>
    <w:rsid w:val="00C5731B"/>
    <w:rsid w:val="00C8109F"/>
    <w:rsid w:val="00CA164D"/>
    <w:rsid w:val="00CC6F01"/>
    <w:rsid w:val="00CC768C"/>
    <w:rsid w:val="00D250B6"/>
    <w:rsid w:val="00D346C2"/>
    <w:rsid w:val="00D50241"/>
    <w:rsid w:val="00DF49EA"/>
    <w:rsid w:val="00E020B2"/>
    <w:rsid w:val="00E176B7"/>
    <w:rsid w:val="00EC6611"/>
    <w:rsid w:val="00EF24BB"/>
    <w:rsid w:val="00FC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AB211"/>
  <w15:docId w15:val="{DE85E417-E0FB-4436-B38D-80FDA37B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8879F5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DF4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min@kul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nike.uri\KOV%20IT\ELVL%20Avalik%20-%20Dokumendid\AVALIK\ELVL%20kirjaplank%20ja%20&#252;ldplank%20ning%20milleks%20neid%20kasutada\ELVL%20kirjaplank%20-%20ametlikuks%20kirjavahetuseks-ELVL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8" ma:contentTypeDescription="Loo uus dokument" ma:contentTypeScope="" ma:versionID="2c69a4fefeaf27605d140372b6b943fc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611bcca2aace7b5cc2569fb7e3d2e2c5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227653EF-4E43-499F-BD66-FC4E81C27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- ametlikuks kirjavahetuseks-ELVL18</Template>
  <TotalTime>45</TotalTime>
  <Pages>1</Pages>
  <Words>100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Einike Uri</dc:creator>
  <cp:lastModifiedBy>Inga Köster</cp:lastModifiedBy>
  <cp:revision>36</cp:revision>
  <cp:lastPrinted>2023-02-09T11:54:00Z</cp:lastPrinted>
  <dcterms:created xsi:type="dcterms:W3CDTF">2023-02-09T11:30:00Z</dcterms:created>
  <dcterms:modified xsi:type="dcterms:W3CDTF">2023-02-10T09:09:00Z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